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7BB42" w14:textId="40B995F3" w:rsidR="007F759E" w:rsidRPr="006F05FD" w:rsidRDefault="00460740" w:rsidP="007F759E">
      <w:pPr>
        <w:pStyle w:val="Title-IPC"/>
        <w:rPr>
          <w:szCs w:val="48"/>
        </w:rPr>
      </w:pPr>
      <w:r>
        <w:rPr>
          <w:szCs w:val="48"/>
        </w:rPr>
        <w:t>Important To / For</w:t>
      </w:r>
    </w:p>
    <w:p w14:paraId="49B0477F" w14:textId="678BB853" w:rsidR="006F05FD" w:rsidRDefault="00460740" w:rsidP="00460740">
      <w:r w:rsidRPr="00460740">
        <w:t xml:space="preserve">List the factors that are important </w:t>
      </w:r>
      <w:r w:rsidRPr="00460740">
        <w:rPr>
          <w:b/>
          <w:bCs/>
        </w:rPr>
        <w:t>to</w:t>
      </w:r>
      <w:r w:rsidRPr="00460740">
        <w:t xml:space="preserve"> someone (things that they want to do or have in their life) with the factors that in other people’s views are important </w:t>
      </w:r>
      <w:r w:rsidRPr="00460740">
        <w:rPr>
          <w:b/>
          <w:bCs/>
        </w:rPr>
        <w:t>for</w:t>
      </w:r>
      <w:r w:rsidRPr="00460740">
        <w:t xml:space="preserve"> them (things that will help or support them).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0740" w14:paraId="5A9ABE6E" w14:textId="77777777" w:rsidTr="00460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3F9CC30F" w14:textId="783484A1" w:rsidR="00460740" w:rsidRDefault="00460740" w:rsidP="00460740">
            <w:r>
              <w:t>Important To</w:t>
            </w:r>
          </w:p>
        </w:tc>
        <w:tc>
          <w:tcPr>
            <w:tcW w:w="4508" w:type="dxa"/>
          </w:tcPr>
          <w:p w14:paraId="7BF3FF6C" w14:textId="05EDF021" w:rsidR="00460740" w:rsidRDefault="00460740" w:rsidP="004607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Important For</w:t>
            </w:r>
          </w:p>
        </w:tc>
      </w:tr>
      <w:tr w:rsidR="00460740" w14:paraId="515331CC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D8866E3" w14:textId="77777777" w:rsidR="00460740" w:rsidRDefault="00460740" w:rsidP="00460740"/>
        </w:tc>
        <w:tc>
          <w:tcPr>
            <w:tcW w:w="4508" w:type="dxa"/>
          </w:tcPr>
          <w:p w14:paraId="74E00600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7A573663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FAA4C6D" w14:textId="77777777" w:rsidR="00460740" w:rsidRDefault="00460740" w:rsidP="00460740"/>
        </w:tc>
        <w:tc>
          <w:tcPr>
            <w:tcW w:w="4508" w:type="dxa"/>
          </w:tcPr>
          <w:p w14:paraId="4342F253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4AE77FF5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C4A3F21" w14:textId="77777777" w:rsidR="00460740" w:rsidRDefault="00460740" w:rsidP="00460740"/>
        </w:tc>
        <w:tc>
          <w:tcPr>
            <w:tcW w:w="4508" w:type="dxa"/>
          </w:tcPr>
          <w:p w14:paraId="5764A3A9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647D3198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CA1F6B4" w14:textId="77777777" w:rsidR="00460740" w:rsidRDefault="00460740" w:rsidP="00460740"/>
        </w:tc>
        <w:tc>
          <w:tcPr>
            <w:tcW w:w="4508" w:type="dxa"/>
          </w:tcPr>
          <w:p w14:paraId="3C820EC3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0B748981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9FA3627" w14:textId="77777777" w:rsidR="00460740" w:rsidRDefault="00460740" w:rsidP="00460740"/>
        </w:tc>
        <w:tc>
          <w:tcPr>
            <w:tcW w:w="4508" w:type="dxa"/>
          </w:tcPr>
          <w:p w14:paraId="5EFC2DC3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618D0903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63F4E21" w14:textId="77777777" w:rsidR="00460740" w:rsidRDefault="00460740" w:rsidP="00460740"/>
        </w:tc>
        <w:tc>
          <w:tcPr>
            <w:tcW w:w="4508" w:type="dxa"/>
          </w:tcPr>
          <w:p w14:paraId="75A54D22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52EFAE3B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1DED705" w14:textId="77777777" w:rsidR="00460740" w:rsidRDefault="00460740" w:rsidP="00460740"/>
        </w:tc>
        <w:tc>
          <w:tcPr>
            <w:tcW w:w="4508" w:type="dxa"/>
          </w:tcPr>
          <w:p w14:paraId="5CEB88E5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72DD9189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88D7C83" w14:textId="77777777" w:rsidR="00460740" w:rsidRDefault="00460740" w:rsidP="00460740"/>
        </w:tc>
        <w:tc>
          <w:tcPr>
            <w:tcW w:w="4508" w:type="dxa"/>
          </w:tcPr>
          <w:p w14:paraId="36EE6676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4986FFB8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9438F5C" w14:textId="77777777" w:rsidR="00460740" w:rsidRDefault="00460740" w:rsidP="00460740"/>
        </w:tc>
        <w:tc>
          <w:tcPr>
            <w:tcW w:w="4508" w:type="dxa"/>
          </w:tcPr>
          <w:p w14:paraId="4FDF6DE0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23C483F0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4C0FBCC" w14:textId="77777777" w:rsidR="00460740" w:rsidRDefault="00460740" w:rsidP="00460740"/>
        </w:tc>
        <w:tc>
          <w:tcPr>
            <w:tcW w:w="4508" w:type="dxa"/>
          </w:tcPr>
          <w:p w14:paraId="3A888E36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0B75978A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0371478" w14:textId="77777777" w:rsidR="00460740" w:rsidRDefault="00460740" w:rsidP="00460740"/>
        </w:tc>
        <w:tc>
          <w:tcPr>
            <w:tcW w:w="4508" w:type="dxa"/>
          </w:tcPr>
          <w:p w14:paraId="1C19238D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2FBE1F6D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AA6F406" w14:textId="77777777" w:rsidR="00460740" w:rsidRDefault="00460740" w:rsidP="00460740"/>
        </w:tc>
        <w:tc>
          <w:tcPr>
            <w:tcW w:w="4508" w:type="dxa"/>
          </w:tcPr>
          <w:p w14:paraId="11EC4274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75C81906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DB99322" w14:textId="77777777" w:rsidR="00460740" w:rsidRDefault="00460740" w:rsidP="00460740"/>
        </w:tc>
        <w:tc>
          <w:tcPr>
            <w:tcW w:w="4508" w:type="dxa"/>
          </w:tcPr>
          <w:p w14:paraId="034E816E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18B8AF48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82B1F75" w14:textId="77777777" w:rsidR="00460740" w:rsidRDefault="00460740" w:rsidP="00460740"/>
        </w:tc>
        <w:tc>
          <w:tcPr>
            <w:tcW w:w="4508" w:type="dxa"/>
          </w:tcPr>
          <w:p w14:paraId="3962A74B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7E6D9FA0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F21AFA6" w14:textId="77777777" w:rsidR="00460740" w:rsidRDefault="00460740" w:rsidP="00460740"/>
        </w:tc>
        <w:tc>
          <w:tcPr>
            <w:tcW w:w="4508" w:type="dxa"/>
          </w:tcPr>
          <w:p w14:paraId="3A5C3518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066975DF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ECE64CE" w14:textId="77777777" w:rsidR="00460740" w:rsidRDefault="00460740" w:rsidP="00460740"/>
        </w:tc>
        <w:tc>
          <w:tcPr>
            <w:tcW w:w="4508" w:type="dxa"/>
          </w:tcPr>
          <w:p w14:paraId="4EFE21F4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56B17FEF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6DB9287" w14:textId="77777777" w:rsidR="00460740" w:rsidRDefault="00460740" w:rsidP="00460740"/>
        </w:tc>
        <w:tc>
          <w:tcPr>
            <w:tcW w:w="4508" w:type="dxa"/>
          </w:tcPr>
          <w:p w14:paraId="00910676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0860FD34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285CDF6" w14:textId="77777777" w:rsidR="00460740" w:rsidRDefault="00460740" w:rsidP="00460740"/>
        </w:tc>
        <w:tc>
          <w:tcPr>
            <w:tcW w:w="4508" w:type="dxa"/>
          </w:tcPr>
          <w:p w14:paraId="123B4F61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34D646AC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BDE79E1" w14:textId="77777777" w:rsidR="00460740" w:rsidRDefault="00460740" w:rsidP="00460740"/>
        </w:tc>
        <w:tc>
          <w:tcPr>
            <w:tcW w:w="4508" w:type="dxa"/>
          </w:tcPr>
          <w:p w14:paraId="70F652E0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28B93CEC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B621286" w14:textId="77777777" w:rsidR="00460740" w:rsidRDefault="00460740" w:rsidP="00460740"/>
        </w:tc>
        <w:tc>
          <w:tcPr>
            <w:tcW w:w="4508" w:type="dxa"/>
          </w:tcPr>
          <w:p w14:paraId="1C6D5096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9812D8" w14:textId="77777777" w:rsidR="00460740" w:rsidRDefault="00460740" w:rsidP="00460740"/>
    <w:p w14:paraId="28970AA7" w14:textId="64C47063" w:rsidR="00460740" w:rsidRDefault="00460740" w:rsidP="00460740">
      <w:pPr>
        <w:pStyle w:val="Title-IPC"/>
      </w:pPr>
      <w:r>
        <w:lastRenderedPageBreak/>
        <w:t>Important To / For</w:t>
      </w:r>
    </w:p>
    <w:p w14:paraId="4A6456DB" w14:textId="583BA025" w:rsidR="00460740" w:rsidRDefault="00460740" w:rsidP="00460740">
      <w:r w:rsidRPr="00460740">
        <w:t xml:space="preserve">List the factors that are important </w:t>
      </w:r>
      <w:r w:rsidRPr="00460740">
        <w:rPr>
          <w:b/>
          <w:bCs/>
        </w:rPr>
        <w:t>to</w:t>
      </w:r>
      <w:r w:rsidRPr="00460740">
        <w:t xml:space="preserve"> someone (things that they want to do or have in their life) with the factors that in other people’s views are important </w:t>
      </w:r>
      <w:r w:rsidRPr="00460740">
        <w:rPr>
          <w:b/>
          <w:bCs/>
        </w:rPr>
        <w:t>for</w:t>
      </w:r>
      <w:r w:rsidRPr="00460740">
        <w:t xml:space="preserve"> them (things that will help or support them).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60740" w14:paraId="04CE6699" w14:textId="77777777" w:rsidTr="00460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9D286A0" w14:textId="17607A41" w:rsidR="00460740" w:rsidRDefault="00460740" w:rsidP="00460740">
            <w:r>
              <w:t>Important To</w:t>
            </w:r>
          </w:p>
        </w:tc>
        <w:tc>
          <w:tcPr>
            <w:tcW w:w="4508" w:type="dxa"/>
          </w:tcPr>
          <w:p w14:paraId="6C83512F" w14:textId="3CCE584D" w:rsidR="00460740" w:rsidRDefault="00460740" w:rsidP="004607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Important For</w:t>
            </w:r>
          </w:p>
        </w:tc>
      </w:tr>
      <w:tr w:rsidR="00460740" w14:paraId="169E872D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D42AC0F" w14:textId="77777777" w:rsidR="00460740" w:rsidRDefault="00460740" w:rsidP="00460740"/>
        </w:tc>
        <w:tc>
          <w:tcPr>
            <w:tcW w:w="4508" w:type="dxa"/>
          </w:tcPr>
          <w:p w14:paraId="01CFA94C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51E9AE56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AB49686" w14:textId="77777777" w:rsidR="00460740" w:rsidRDefault="00460740" w:rsidP="00460740"/>
        </w:tc>
        <w:tc>
          <w:tcPr>
            <w:tcW w:w="4508" w:type="dxa"/>
          </w:tcPr>
          <w:p w14:paraId="5CFF86F8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566BC30F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C31C727" w14:textId="77777777" w:rsidR="00460740" w:rsidRDefault="00460740" w:rsidP="00460740"/>
        </w:tc>
        <w:tc>
          <w:tcPr>
            <w:tcW w:w="4508" w:type="dxa"/>
          </w:tcPr>
          <w:p w14:paraId="7CB2120F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26DA7247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FACCEC1" w14:textId="77777777" w:rsidR="00460740" w:rsidRDefault="00460740" w:rsidP="00460740"/>
        </w:tc>
        <w:tc>
          <w:tcPr>
            <w:tcW w:w="4508" w:type="dxa"/>
          </w:tcPr>
          <w:p w14:paraId="5384C084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05AC464E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783EFCBD" w14:textId="77777777" w:rsidR="00460740" w:rsidRDefault="00460740" w:rsidP="00460740"/>
        </w:tc>
        <w:tc>
          <w:tcPr>
            <w:tcW w:w="4508" w:type="dxa"/>
          </w:tcPr>
          <w:p w14:paraId="2372C996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7DC4F3FD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0827C10" w14:textId="77777777" w:rsidR="00460740" w:rsidRDefault="00460740" w:rsidP="00460740"/>
        </w:tc>
        <w:tc>
          <w:tcPr>
            <w:tcW w:w="4508" w:type="dxa"/>
          </w:tcPr>
          <w:p w14:paraId="78DE2882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04276539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344F8629" w14:textId="77777777" w:rsidR="00460740" w:rsidRDefault="00460740" w:rsidP="00460740"/>
        </w:tc>
        <w:tc>
          <w:tcPr>
            <w:tcW w:w="4508" w:type="dxa"/>
          </w:tcPr>
          <w:p w14:paraId="69DAA636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23CD29D6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4078CBF7" w14:textId="77777777" w:rsidR="00460740" w:rsidRDefault="00460740" w:rsidP="00460740"/>
        </w:tc>
        <w:tc>
          <w:tcPr>
            <w:tcW w:w="4508" w:type="dxa"/>
          </w:tcPr>
          <w:p w14:paraId="7535961F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733406CF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37825FA" w14:textId="77777777" w:rsidR="00460740" w:rsidRDefault="00460740" w:rsidP="00460740"/>
        </w:tc>
        <w:tc>
          <w:tcPr>
            <w:tcW w:w="4508" w:type="dxa"/>
          </w:tcPr>
          <w:p w14:paraId="3355874B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6A114435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EB9DEB7" w14:textId="77777777" w:rsidR="00460740" w:rsidRDefault="00460740" w:rsidP="00460740"/>
        </w:tc>
        <w:tc>
          <w:tcPr>
            <w:tcW w:w="4508" w:type="dxa"/>
          </w:tcPr>
          <w:p w14:paraId="5BA1D265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26FF7D10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9FB0208" w14:textId="77777777" w:rsidR="00460740" w:rsidRDefault="00460740" w:rsidP="00460740"/>
        </w:tc>
        <w:tc>
          <w:tcPr>
            <w:tcW w:w="4508" w:type="dxa"/>
          </w:tcPr>
          <w:p w14:paraId="7D89B55C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482307AB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1BF68FA8" w14:textId="77777777" w:rsidR="00460740" w:rsidRDefault="00460740" w:rsidP="00460740"/>
        </w:tc>
        <w:tc>
          <w:tcPr>
            <w:tcW w:w="4508" w:type="dxa"/>
          </w:tcPr>
          <w:p w14:paraId="5CF1ED22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2A87B5EB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0230C39" w14:textId="77777777" w:rsidR="00460740" w:rsidRDefault="00460740" w:rsidP="00460740"/>
        </w:tc>
        <w:tc>
          <w:tcPr>
            <w:tcW w:w="4508" w:type="dxa"/>
          </w:tcPr>
          <w:p w14:paraId="7B98A891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77FDE5A6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450E87D" w14:textId="77777777" w:rsidR="00460740" w:rsidRDefault="00460740" w:rsidP="00460740"/>
        </w:tc>
        <w:tc>
          <w:tcPr>
            <w:tcW w:w="4508" w:type="dxa"/>
          </w:tcPr>
          <w:p w14:paraId="4EF3BF47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7035115A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8BDA92D" w14:textId="77777777" w:rsidR="00460740" w:rsidRDefault="00460740" w:rsidP="00460740"/>
        </w:tc>
        <w:tc>
          <w:tcPr>
            <w:tcW w:w="4508" w:type="dxa"/>
          </w:tcPr>
          <w:p w14:paraId="0F0FE79C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406E6389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0CD1F5B5" w14:textId="77777777" w:rsidR="00460740" w:rsidRDefault="00460740" w:rsidP="00460740"/>
        </w:tc>
        <w:tc>
          <w:tcPr>
            <w:tcW w:w="4508" w:type="dxa"/>
          </w:tcPr>
          <w:p w14:paraId="6DCBD9C6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5D7E912C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5ED5A1B" w14:textId="77777777" w:rsidR="00460740" w:rsidRDefault="00460740" w:rsidP="00460740"/>
        </w:tc>
        <w:tc>
          <w:tcPr>
            <w:tcW w:w="4508" w:type="dxa"/>
          </w:tcPr>
          <w:p w14:paraId="5DA6A7C1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052EC78F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5B941AB3" w14:textId="77777777" w:rsidR="00460740" w:rsidRDefault="00460740" w:rsidP="00460740"/>
        </w:tc>
        <w:tc>
          <w:tcPr>
            <w:tcW w:w="4508" w:type="dxa"/>
          </w:tcPr>
          <w:p w14:paraId="5BD13D70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60740" w14:paraId="6491127D" w14:textId="77777777" w:rsidTr="004607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6EAA7291" w14:textId="77777777" w:rsidR="00460740" w:rsidRDefault="00460740" w:rsidP="00460740"/>
        </w:tc>
        <w:tc>
          <w:tcPr>
            <w:tcW w:w="4508" w:type="dxa"/>
          </w:tcPr>
          <w:p w14:paraId="1BFA18AB" w14:textId="77777777" w:rsidR="00460740" w:rsidRDefault="00460740" w:rsidP="004607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60740" w14:paraId="0899D03F" w14:textId="77777777" w:rsidTr="00460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2C7F325B" w14:textId="77777777" w:rsidR="00460740" w:rsidRDefault="00460740" w:rsidP="00460740"/>
        </w:tc>
        <w:tc>
          <w:tcPr>
            <w:tcW w:w="4508" w:type="dxa"/>
          </w:tcPr>
          <w:p w14:paraId="26BBAAF2" w14:textId="77777777" w:rsidR="00460740" w:rsidRDefault="00460740" w:rsidP="004607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8F8E82" w14:textId="77777777" w:rsidR="00460740" w:rsidRDefault="00460740" w:rsidP="00460740"/>
    <w:sectPr w:rsidR="00460740" w:rsidSect="00B06886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709F7" w14:textId="77777777" w:rsidR="00613660" w:rsidRDefault="00613660" w:rsidP="000B1790">
      <w:r>
        <w:separator/>
      </w:r>
    </w:p>
  </w:endnote>
  <w:endnote w:type="continuationSeparator" w:id="0">
    <w:p w14:paraId="51D5DBF8" w14:textId="77777777" w:rsidR="00613660" w:rsidRDefault="00613660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C8878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ED660B" wp14:editId="18709D7F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FBFE6D7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ED660B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0FBFE6D7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2DBA3" w14:textId="77777777" w:rsidR="00613660" w:rsidRDefault="00613660" w:rsidP="000B1790">
      <w:r>
        <w:separator/>
      </w:r>
    </w:p>
  </w:footnote>
  <w:footnote w:type="continuationSeparator" w:id="0">
    <w:p w14:paraId="3C8BD75F" w14:textId="77777777" w:rsidR="00613660" w:rsidRDefault="00613660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77CCC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5F9252" wp14:editId="198A44E7">
              <wp:simplePos x="0" y="0"/>
              <wp:positionH relativeFrom="page">
                <wp:align>right</wp:align>
              </wp:positionH>
              <wp:positionV relativeFrom="paragraph">
                <wp:posOffset>-450215</wp:posOffset>
              </wp:positionV>
              <wp:extent cx="2035175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351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356E163" w14:textId="2D95D22A" w:rsidR="002C18F9" w:rsidRPr="00F32981" w:rsidRDefault="006F05FD" w:rsidP="004B2B8C">
                          <w:pPr>
                            <w:pStyle w:val="HeaderFontStyle"/>
                          </w:pPr>
                          <w:r>
                            <w:t>Updated October 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5F9252" id="Rectangle 1" o:spid="_x0000_s1026" style="position:absolute;margin-left:109.05pt;margin-top:-35.45pt;width:160.25pt;height:4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" fillcolor="#003896" stroked="f" strokeweight="1pt">
              <v:textbox inset="8mm,5mm,,2.5mm">
                <w:txbxContent>
                  <w:p w14:paraId="3356E163" w14:textId="2D95D22A" w:rsidR="002C18F9" w:rsidRPr="00F32981" w:rsidRDefault="006F05FD" w:rsidP="004B2B8C">
                    <w:pPr>
                      <w:pStyle w:val="HeaderFontStyle"/>
                    </w:pPr>
                    <w:r>
                      <w:t>Updated October 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B7FDD52" wp14:editId="535A7F96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DEAB28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7FDD52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5FDEAB28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D6D71" wp14:editId="36BC5A9F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A90B90" w14:textId="003BB843" w:rsidR="002C18F9" w:rsidRPr="00F32981" w:rsidRDefault="00460740" w:rsidP="004B2B8C">
                          <w:pPr>
                            <w:pStyle w:val="HeaderFontStyle"/>
                          </w:pPr>
                          <w:r>
                            <w:t>Certificate in Commissioning and Purchasing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1DD6D71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7EA90B90" w14:textId="003BB843" w:rsidR="002C18F9" w:rsidRPr="00F32981" w:rsidRDefault="00460740" w:rsidP="004B2B8C">
                    <w:pPr>
                      <w:pStyle w:val="HeaderFontStyle"/>
                    </w:pPr>
                    <w:r>
                      <w:t>Certificate in Commissioning and Purchasing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5FD"/>
    <w:rsid w:val="00003EE7"/>
    <w:rsid w:val="0000481D"/>
    <w:rsid w:val="0000591C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E74D2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D43F1"/>
    <w:rsid w:val="003E0DF3"/>
    <w:rsid w:val="003F4BE5"/>
    <w:rsid w:val="0043632B"/>
    <w:rsid w:val="004413A6"/>
    <w:rsid w:val="00453444"/>
    <w:rsid w:val="00456E14"/>
    <w:rsid w:val="00460740"/>
    <w:rsid w:val="00462C3F"/>
    <w:rsid w:val="00466947"/>
    <w:rsid w:val="00491257"/>
    <w:rsid w:val="004A66CC"/>
    <w:rsid w:val="004B2B8C"/>
    <w:rsid w:val="004B5062"/>
    <w:rsid w:val="004D3F5F"/>
    <w:rsid w:val="004F4BD5"/>
    <w:rsid w:val="0051293A"/>
    <w:rsid w:val="00543797"/>
    <w:rsid w:val="00546301"/>
    <w:rsid w:val="00553659"/>
    <w:rsid w:val="00556B81"/>
    <w:rsid w:val="00560AD4"/>
    <w:rsid w:val="00596F2C"/>
    <w:rsid w:val="005A77F5"/>
    <w:rsid w:val="005B1154"/>
    <w:rsid w:val="005C5854"/>
    <w:rsid w:val="00613660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6F05FD"/>
    <w:rsid w:val="0070183B"/>
    <w:rsid w:val="007031F9"/>
    <w:rsid w:val="00724734"/>
    <w:rsid w:val="007724A5"/>
    <w:rsid w:val="0078103C"/>
    <w:rsid w:val="00783B5A"/>
    <w:rsid w:val="0078464A"/>
    <w:rsid w:val="007E1F23"/>
    <w:rsid w:val="007F759E"/>
    <w:rsid w:val="00803858"/>
    <w:rsid w:val="00853128"/>
    <w:rsid w:val="0085500F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80CDC"/>
    <w:rsid w:val="00C87243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71002"/>
    <w:rsid w:val="00F776B1"/>
    <w:rsid w:val="00F80751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F92DD"/>
  <w15:chartTrackingRefBased/>
  <w15:docId w15:val="{1F336706-E14C-49E6-A9B0-B1EB31BC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1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2</cp:revision>
  <dcterms:created xsi:type="dcterms:W3CDTF">2023-10-18T13:38:00Z</dcterms:created>
  <dcterms:modified xsi:type="dcterms:W3CDTF">2023-10-18T13:38:00Z</dcterms:modified>
</cp:coreProperties>
</file>